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1F20A741"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BA5419">
        <w:rPr>
          <w:noProof/>
          <w:color w:val="000000"/>
          <w:szCs w:val="24"/>
        </w:rPr>
        <w:t>2022/29</w:t>
      </w:r>
      <w:r w:rsidR="006B368E">
        <w:rPr>
          <w:noProof/>
          <w:color w:val="000000"/>
          <w:szCs w:val="24"/>
        </w:rPr>
        <w:t>7</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388"/>
        <w:gridCol w:w="2993"/>
      </w:tblGrid>
      <w:tr w:rsidR="001A6691" w:rsidRPr="001A6691" w14:paraId="17B8927F" w14:textId="77777777" w:rsidTr="001F2E80">
        <w:tc>
          <w:tcPr>
            <w:tcW w:w="1781" w:type="pct"/>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1709" w:type="pct"/>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1510" w:type="pct"/>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1F2E80">
        <w:trPr>
          <w:trHeight w:val="684"/>
        </w:trPr>
        <w:tc>
          <w:tcPr>
            <w:tcW w:w="1781" w:type="pct"/>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1709" w:type="pct"/>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1510" w:type="pct"/>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7238DB"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1F2E80">
        <w:trPr>
          <w:cantSplit/>
          <w:trHeight w:val="548"/>
        </w:trPr>
        <w:tc>
          <w:tcPr>
            <w:tcW w:w="5000" w:type="pct"/>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995"/>
        <w:gridCol w:w="3564"/>
      </w:tblGrid>
      <w:tr w:rsidR="00C85E7A" w:rsidRPr="001A6691" w14:paraId="0FCE6165" w14:textId="77777777" w:rsidTr="001F2E80">
        <w:tc>
          <w:tcPr>
            <w:tcW w:w="1691" w:type="pct"/>
          </w:tcPr>
          <w:p w14:paraId="252A3CE6" w14:textId="592BD091" w:rsidR="00C85E7A" w:rsidRPr="00DF353B" w:rsidRDefault="00A265E3" w:rsidP="00C85E7A">
            <w:pPr>
              <w:rPr>
                <w:szCs w:val="24"/>
              </w:rPr>
            </w:pPr>
            <w:r w:rsidRPr="00A265E3">
              <w:rPr>
                <w:szCs w:val="24"/>
              </w:rPr>
              <w:t xml:space="preserve">MP &amp; Puitmeister OÜ </w:t>
            </w:r>
          </w:p>
        </w:tc>
        <w:tc>
          <w:tcPr>
            <w:tcW w:w="1511" w:type="pct"/>
          </w:tcPr>
          <w:p w14:paraId="02A8CB8D" w14:textId="77777777" w:rsidR="00A265E3" w:rsidRPr="00A265E3" w:rsidRDefault="00A265E3" w:rsidP="00A265E3">
            <w:pPr>
              <w:rPr>
                <w:szCs w:val="24"/>
              </w:rPr>
            </w:pPr>
            <w:r w:rsidRPr="00A265E3">
              <w:rPr>
                <w:szCs w:val="24"/>
              </w:rPr>
              <w:t>Registrikood 10843455</w:t>
            </w:r>
          </w:p>
          <w:p w14:paraId="1C2D1DE6" w14:textId="20959BB8" w:rsidR="00C85E7A" w:rsidRPr="001A6691" w:rsidRDefault="00A265E3" w:rsidP="00A265E3">
            <w:pPr>
              <w:rPr>
                <w:szCs w:val="24"/>
              </w:rPr>
            </w:pPr>
            <w:r w:rsidRPr="00A265E3">
              <w:rPr>
                <w:szCs w:val="24"/>
              </w:rPr>
              <w:t>Torma Jõgevamaa 48502</w:t>
            </w:r>
          </w:p>
        </w:tc>
        <w:tc>
          <w:tcPr>
            <w:tcW w:w="1798" w:type="pct"/>
          </w:tcPr>
          <w:p w14:paraId="2AD3EF76" w14:textId="521FEF5C" w:rsidR="00C85E7A" w:rsidRPr="00C85E7A" w:rsidRDefault="00C85E7A" w:rsidP="00C85E7A">
            <w:pPr>
              <w:rPr>
                <w:szCs w:val="24"/>
              </w:rPr>
            </w:pPr>
            <w:r w:rsidRPr="00C85E7A">
              <w:rPr>
                <w:szCs w:val="24"/>
              </w:rPr>
              <w:t xml:space="preserve">Tel  </w:t>
            </w:r>
            <w:r w:rsidR="00A265E3" w:rsidRPr="00A265E3">
              <w:rPr>
                <w:szCs w:val="24"/>
              </w:rPr>
              <w:t>5053343</w:t>
            </w:r>
          </w:p>
          <w:p w14:paraId="09E0CABD" w14:textId="65FDAC1A" w:rsidR="00C85E7A" w:rsidRPr="001A6691" w:rsidRDefault="00C85E7A" w:rsidP="00C85E7A">
            <w:pPr>
              <w:rPr>
                <w:szCs w:val="24"/>
              </w:rPr>
            </w:pPr>
          </w:p>
        </w:tc>
      </w:tr>
      <w:tr w:rsidR="001A6691" w:rsidRPr="001A6691" w14:paraId="1D1490F0" w14:textId="77777777" w:rsidTr="001F2E80">
        <w:tc>
          <w:tcPr>
            <w:tcW w:w="1691" w:type="pct"/>
          </w:tcPr>
          <w:p w14:paraId="7B7B2406" w14:textId="590798C2" w:rsidR="001A6691" w:rsidRPr="001A6691" w:rsidRDefault="00C85E7A" w:rsidP="00BB24A6">
            <w:pPr>
              <w:rPr>
                <w:szCs w:val="24"/>
              </w:rPr>
            </w:pPr>
            <w:r w:rsidRPr="00C85E7A">
              <w:rPr>
                <w:szCs w:val="24"/>
              </w:rPr>
              <w:t xml:space="preserve">Juhatuse liige </w:t>
            </w:r>
            <w:r w:rsidR="00A265E3" w:rsidRPr="00A265E3">
              <w:rPr>
                <w:szCs w:val="24"/>
              </w:rPr>
              <w:t xml:space="preserve">Ilmar </w:t>
            </w:r>
            <w:proofErr w:type="spellStart"/>
            <w:r w:rsidR="00A265E3" w:rsidRPr="00A265E3">
              <w:rPr>
                <w:szCs w:val="24"/>
              </w:rPr>
              <w:t>Tanilsoo</w:t>
            </w:r>
            <w:proofErr w:type="spellEnd"/>
          </w:p>
        </w:tc>
        <w:tc>
          <w:tcPr>
            <w:tcW w:w="1511" w:type="pct"/>
          </w:tcPr>
          <w:p w14:paraId="3E21ED32" w14:textId="3DC5215C" w:rsidR="001A6691" w:rsidRPr="00DF353B" w:rsidRDefault="004C6C0F" w:rsidP="001A6691">
            <w:pPr>
              <w:rPr>
                <w:szCs w:val="24"/>
              </w:rPr>
            </w:pPr>
            <w:r w:rsidRPr="004C6C0F">
              <w:rPr>
                <w:szCs w:val="24"/>
              </w:rPr>
              <w:t>35802242745</w:t>
            </w:r>
          </w:p>
        </w:tc>
        <w:tc>
          <w:tcPr>
            <w:tcW w:w="1798" w:type="pct"/>
          </w:tcPr>
          <w:p w14:paraId="36956A1C" w14:textId="54F45672" w:rsidR="001A6691" w:rsidRPr="00DF353B" w:rsidRDefault="00A265E3" w:rsidP="00DF353B">
            <w:pPr>
              <w:rPr>
                <w:szCs w:val="24"/>
              </w:rPr>
            </w:pPr>
            <w:hyperlink r:id="rId14" w:history="1">
              <w:r w:rsidRPr="00C85547">
                <w:rPr>
                  <w:rStyle w:val="Hyperlink"/>
                </w:rPr>
                <w:t>info@woodmasters.eu</w:t>
              </w:r>
            </w:hyperlink>
            <w:r>
              <w:t xml:space="preserve"> </w:t>
            </w:r>
          </w:p>
        </w:tc>
      </w:tr>
      <w:tr w:rsidR="001A6691" w:rsidRPr="001A6691" w14:paraId="27C765F8" w14:textId="77777777" w:rsidTr="001F2E80">
        <w:tblPrEx>
          <w:tblLook w:val="0000" w:firstRow="0" w:lastRow="0" w:firstColumn="0" w:lastColumn="0" w:noHBand="0" w:noVBand="0"/>
        </w:tblPrEx>
        <w:tc>
          <w:tcPr>
            <w:tcW w:w="5000" w:type="pct"/>
            <w:gridSpan w:val="3"/>
          </w:tcPr>
          <w:p w14:paraId="3908F5B8" w14:textId="65FC534F" w:rsidR="001A6691" w:rsidRPr="00DF353B" w:rsidRDefault="001A6691" w:rsidP="001A6691">
            <w:pPr>
              <w:rPr>
                <w:szCs w:val="24"/>
              </w:rPr>
            </w:pPr>
            <w:r w:rsidRPr="00DF353B">
              <w:rPr>
                <w:szCs w:val="24"/>
              </w:rPr>
              <w:t xml:space="preserve">Esindusõigus tuleneb (volitamise alus): </w:t>
            </w:r>
            <w:r w:rsidR="001F2E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39D7B71A" w:rsidR="009E2AD7" w:rsidRDefault="009E2AD7" w:rsidP="00A265E3">
      <w:pPr>
        <w:pStyle w:val="ListParagraph"/>
        <w:numPr>
          <w:ilvl w:val="0"/>
          <w:numId w:val="18"/>
        </w:numPr>
        <w:jc w:val="both"/>
        <w:rPr>
          <w:szCs w:val="24"/>
        </w:rPr>
      </w:pPr>
      <w:r w:rsidRPr="00C63431">
        <w:rPr>
          <w:szCs w:val="24"/>
        </w:rPr>
        <w:t xml:space="preserve">Vastates RMK poolt avaldatud läbirääkimiste teatele, esitas </w:t>
      </w:r>
      <w:r w:rsidR="00A265E3" w:rsidRPr="00A265E3">
        <w:rPr>
          <w:bCs/>
          <w:szCs w:val="24"/>
        </w:rPr>
        <w:t>MP &amp; Puitmeister OÜ</w:t>
      </w:r>
      <w:r w:rsidR="00EE4A26">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A265E3" w:rsidRPr="00A265E3">
        <w:rPr>
          <w:bCs/>
          <w:szCs w:val="24"/>
        </w:rPr>
        <w:t xml:space="preserve">MP &amp; Puitmeister OÜ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lastRenderedPageBreak/>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4CD06D80"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5B7739">
        <w:rPr>
          <w:noProof/>
          <w:color w:val="000000"/>
        </w:rPr>
        <w:t>Torma</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2A49D06B"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60252A">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w:t>
      </w:r>
      <w:proofErr w:type="spellStart"/>
      <w:r w:rsidR="003053E3" w:rsidRPr="00DA56B1">
        <w:rPr>
          <w:szCs w:val="24"/>
        </w:rPr>
        <w:t>üleantava</w:t>
      </w:r>
      <w:proofErr w:type="spellEnd"/>
      <w:r w:rsidR="003053E3" w:rsidRPr="00DA56B1">
        <w:rPr>
          <w:szCs w:val="24"/>
        </w:rPr>
        <w:t xml:space="preserve">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6671DCAD" w:rsidR="006E0604" w:rsidRPr="00DF353B" w:rsidRDefault="004A5373" w:rsidP="00F16363">
            <w:pPr>
              <w:shd w:val="clear" w:color="auto" w:fill="FFFFFF" w:themeFill="background1"/>
            </w:pPr>
            <w:r w:rsidRPr="004A5373">
              <w:t>21 (kakskümmend üks)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58091563"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4A5373" w:rsidRPr="00C85547">
          <w:rPr>
            <w:rStyle w:val="Hyperlink"/>
          </w:rPr>
          <w:t>info@woodmasters.eu</w:t>
        </w:r>
      </w:hyperlink>
      <w:r w:rsidR="004A5373">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lastRenderedPageBreak/>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574CD6"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574CD6" w14:paraId="57537315" w14:textId="77777777" w:rsidTr="005F6CA8">
        <w:tc>
          <w:tcPr>
            <w:tcW w:w="1388" w:type="pct"/>
            <w:shd w:val="clear" w:color="auto" w:fill="auto"/>
          </w:tcPr>
          <w:p w14:paraId="7C157E14" w14:textId="48129831" w:rsidR="00F16363" w:rsidRPr="00F16363" w:rsidRDefault="000F1002" w:rsidP="00F16363">
            <w:pPr>
              <w:shd w:val="clear" w:color="auto" w:fill="FFFFFF" w:themeFill="background1"/>
              <w:jc w:val="both"/>
              <w:rPr>
                <w:bCs/>
                <w:szCs w:val="24"/>
              </w:rPr>
            </w:pPr>
            <w:r w:rsidRPr="000F1002">
              <w:rPr>
                <w:bCs/>
                <w:szCs w:val="24"/>
              </w:rPr>
              <w:t>Eve Merbach</w:t>
            </w:r>
          </w:p>
        </w:tc>
        <w:tc>
          <w:tcPr>
            <w:tcW w:w="1845" w:type="pct"/>
            <w:shd w:val="clear" w:color="auto" w:fill="auto"/>
          </w:tcPr>
          <w:p w14:paraId="5F92CC36" w14:textId="3E5283F5" w:rsidR="00F16363" w:rsidRPr="00F16363" w:rsidRDefault="000F1002" w:rsidP="00F16363">
            <w:pPr>
              <w:shd w:val="clear" w:color="auto" w:fill="FFFFFF" w:themeFill="background1"/>
              <w:jc w:val="both"/>
              <w:rPr>
                <w:bCs/>
                <w:szCs w:val="24"/>
              </w:rPr>
            </w:pPr>
            <w:r>
              <w:rPr>
                <w:bCs/>
                <w:szCs w:val="24"/>
              </w:rPr>
              <w:t>5020851</w:t>
            </w:r>
          </w:p>
        </w:tc>
        <w:tc>
          <w:tcPr>
            <w:tcW w:w="1767" w:type="pct"/>
            <w:shd w:val="clear" w:color="auto" w:fill="auto"/>
          </w:tcPr>
          <w:p w14:paraId="1DB112B4" w14:textId="16FE6942" w:rsidR="00F16363" w:rsidRPr="00F16363" w:rsidRDefault="007238DB" w:rsidP="00F16363">
            <w:pPr>
              <w:shd w:val="clear" w:color="auto" w:fill="FFFFFF" w:themeFill="background1"/>
              <w:jc w:val="both"/>
              <w:rPr>
                <w:bCs/>
                <w:szCs w:val="24"/>
              </w:rPr>
            </w:pPr>
            <w:hyperlink r:id="rId19" w:history="1">
              <w:r w:rsidR="000F1002" w:rsidRPr="00CD5AF1">
                <w:rPr>
                  <w:rStyle w:val="Hyperlink"/>
                </w:rPr>
                <w:t>aktid.kirde@rmk.ee</w:t>
              </w:r>
            </w:hyperlink>
            <w:r w:rsidR="000F1002">
              <w:t xml:space="preserve"> </w:t>
            </w:r>
          </w:p>
        </w:tc>
      </w:tr>
    </w:tbl>
    <w:p w14:paraId="3772D514" w14:textId="786CA0F6"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0F1002">
        <w:rPr>
          <w:bCs/>
          <w:szCs w:val="24"/>
        </w:rPr>
        <w:t xml:space="preserve"> vastuvõtmise korraldaja,</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574CD6"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0F1002" w:rsidRPr="00574CD6" w14:paraId="087D25FF" w14:textId="77777777" w:rsidTr="005F6CA8">
        <w:tc>
          <w:tcPr>
            <w:tcW w:w="1364" w:type="pct"/>
            <w:shd w:val="clear" w:color="auto" w:fill="auto"/>
          </w:tcPr>
          <w:p w14:paraId="54704815" w14:textId="61F7451E" w:rsidR="000F1002" w:rsidRPr="00F16363" w:rsidRDefault="004A5373" w:rsidP="000F1002">
            <w:pPr>
              <w:shd w:val="clear" w:color="auto" w:fill="FFFFFF" w:themeFill="background1"/>
              <w:jc w:val="both"/>
              <w:rPr>
                <w:bCs/>
                <w:szCs w:val="24"/>
              </w:rPr>
            </w:pPr>
            <w:r w:rsidRPr="004A5373">
              <w:rPr>
                <w:bCs/>
                <w:szCs w:val="24"/>
              </w:rPr>
              <w:t xml:space="preserve">Ilmar </w:t>
            </w:r>
            <w:proofErr w:type="spellStart"/>
            <w:r w:rsidRPr="004A5373">
              <w:rPr>
                <w:bCs/>
                <w:szCs w:val="24"/>
              </w:rPr>
              <w:t>Tanilsoo</w:t>
            </w:r>
            <w:proofErr w:type="spellEnd"/>
          </w:p>
        </w:tc>
        <w:tc>
          <w:tcPr>
            <w:tcW w:w="1900" w:type="pct"/>
            <w:shd w:val="clear" w:color="auto" w:fill="auto"/>
          </w:tcPr>
          <w:p w14:paraId="728A3541" w14:textId="443C2C42" w:rsidR="000F1002" w:rsidRPr="00F16363" w:rsidRDefault="004A5373" w:rsidP="000F1002">
            <w:pPr>
              <w:shd w:val="clear" w:color="auto" w:fill="FFFFFF" w:themeFill="background1"/>
              <w:jc w:val="both"/>
              <w:rPr>
                <w:bCs/>
                <w:szCs w:val="24"/>
              </w:rPr>
            </w:pPr>
            <w:r w:rsidRPr="004A5373">
              <w:t>5053343</w:t>
            </w:r>
          </w:p>
        </w:tc>
        <w:tc>
          <w:tcPr>
            <w:tcW w:w="1736" w:type="pct"/>
            <w:shd w:val="clear" w:color="auto" w:fill="auto"/>
          </w:tcPr>
          <w:p w14:paraId="3B29E078" w14:textId="6FA359F8" w:rsidR="000F1002" w:rsidRPr="00F16363" w:rsidRDefault="004A5373" w:rsidP="000F1002">
            <w:pPr>
              <w:shd w:val="clear" w:color="auto" w:fill="FFFFFF" w:themeFill="background1"/>
              <w:jc w:val="both"/>
              <w:rPr>
                <w:bCs/>
                <w:szCs w:val="24"/>
              </w:rPr>
            </w:pPr>
            <w:hyperlink r:id="rId20" w:history="1">
              <w:r w:rsidRPr="00C85547">
                <w:rPr>
                  <w:rStyle w:val="Hyperlink"/>
                </w:rPr>
                <w:t>info@woodmasters.eu</w:t>
              </w:r>
            </w:hyperlink>
            <w:r>
              <w:t xml:space="preserve"> </w:t>
            </w:r>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45895D34" w:rsidR="00F604E0" w:rsidRPr="00574CD6" w:rsidRDefault="001A1995" w:rsidP="00A81AF8">
            <w:pPr>
              <w:shd w:val="clear" w:color="auto" w:fill="FFFFFF" w:themeFill="background1"/>
              <w:jc w:val="both"/>
              <w:rPr>
                <w:spacing w:val="0"/>
                <w:szCs w:val="24"/>
                <w:lang w:val="en-AU"/>
              </w:rPr>
            </w:pPr>
            <w:r>
              <w:rPr>
                <w:spacing w:val="0"/>
                <w:szCs w:val="24"/>
                <w:lang w:val="en-AU"/>
              </w:rPr>
              <w:t>Andres Metjer</w:t>
            </w:r>
          </w:p>
        </w:tc>
        <w:tc>
          <w:tcPr>
            <w:tcW w:w="1461" w:type="pct"/>
            <w:shd w:val="clear" w:color="auto" w:fill="auto"/>
          </w:tcPr>
          <w:p w14:paraId="31DA8DAD" w14:textId="5E7A1FD1" w:rsidR="00F604E0" w:rsidRPr="00574CD6" w:rsidRDefault="00574CD6">
            <w:pPr>
              <w:shd w:val="clear" w:color="auto" w:fill="FFFFFF" w:themeFill="background1"/>
              <w:jc w:val="both"/>
              <w:rPr>
                <w:spacing w:val="0"/>
                <w:szCs w:val="24"/>
                <w:lang w:val="en-AU"/>
              </w:rPr>
            </w:pPr>
            <w:r w:rsidRPr="00574CD6">
              <w:rPr>
                <w:spacing w:val="0"/>
                <w:szCs w:val="24"/>
                <w:lang w:val="en-AU"/>
              </w:rPr>
              <w:t>5216706</w:t>
            </w:r>
          </w:p>
        </w:tc>
        <w:tc>
          <w:tcPr>
            <w:tcW w:w="2225" w:type="pct"/>
            <w:shd w:val="clear" w:color="auto" w:fill="auto"/>
          </w:tcPr>
          <w:p w14:paraId="2879F533" w14:textId="4527E4FE" w:rsidR="00F604E0" w:rsidRPr="00574CD6" w:rsidRDefault="007238DB">
            <w:pPr>
              <w:shd w:val="clear" w:color="auto" w:fill="FFFFFF" w:themeFill="background1"/>
              <w:jc w:val="both"/>
              <w:rPr>
                <w:spacing w:val="0"/>
                <w:szCs w:val="24"/>
                <w:lang w:val="en-AU"/>
              </w:rPr>
            </w:pPr>
            <w:hyperlink r:id="rId21" w:history="1">
              <w:r w:rsidR="00574CD6" w:rsidRPr="00FD5595">
                <w:rPr>
                  <w:rStyle w:val="Hyperlink"/>
                  <w:lang w:val="en-AU"/>
                </w:rPr>
                <w:t>andres.metjer@rmk.ee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3D124266" w:rsidR="006E0604" w:rsidRPr="00DA56B1" w:rsidRDefault="000F1002"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sidR="005F6CA8">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lastRenderedPageBreak/>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7238DB"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7238DB"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72F2B76D" w:rsidR="00DA56B1" w:rsidRPr="00366BEF" w:rsidRDefault="00D25829" w:rsidP="006F5ABD">
            <w:pPr>
              <w:tabs>
                <w:tab w:val="left" w:pos="4320"/>
              </w:tabs>
              <w:rPr>
                <w:spacing w:val="0"/>
                <w:szCs w:val="24"/>
              </w:rPr>
            </w:pPr>
            <w:r w:rsidRPr="00D25829">
              <w:rPr>
                <w:spacing w:val="0"/>
                <w:szCs w:val="24"/>
                <w:lang w:val="en-AU"/>
              </w:rPr>
              <w:t xml:space="preserve">Ilmar </w:t>
            </w:r>
            <w:proofErr w:type="spellStart"/>
            <w:r w:rsidRPr="00D25829">
              <w:rPr>
                <w:spacing w:val="0"/>
                <w:szCs w:val="24"/>
                <w:lang w:val="en-AU"/>
              </w:rPr>
              <w:t>Tanilsoo</w:t>
            </w:r>
            <w:proofErr w:type="spellEnd"/>
          </w:p>
        </w:tc>
      </w:tr>
    </w:tbl>
    <w:p w14:paraId="371ACF88" w14:textId="77777777" w:rsidR="00DA56B1" w:rsidRPr="001A6691" w:rsidRDefault="00DA56B1" w:rsidP="000032C3">
      <w:pPr>
        <w:shd w:val="clear" w:color="auto" w:fill="FFFFFF" w:themeFill="background1"/>
        <w:rPr>
          <w:szCs w:val="24"/>
        </w:rPr>
      </w:pPr>
      <w:bookmarkStart w:id="9" w:name="_GoBack"/>
      <w:bookmarkEnd w:id="9"/>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8FD72" w14:textId="77777777" w:rsidR="007238DB" w:rsidRDefault="007238DB">
      <w:r>
        <w:separator/>
      </w:r>
    </w:p>
  </w:endnote>
  <w:endnote w:type="continuationSeparator" w:id="0">
    <w:p w14:paraId="733CF9C7" w14:textId="77777777" w:rsidR="007238DB" w:rsidRDefault="0072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E4559" w14:textId="77777777" w:rsidR="007238DB" w:rsidRDefault="007238DB">
      <w:r>
        <w:separator/>
      </w:r>
    </w:p>
  </w:footnote>
  <w:footnote w:type="continuationSeparator" w:id="0">
    <w:p w14:paraId="589E6E8C" w14:textId="77777777" w:rsidR="007238DB" w:rsidRDefault="00723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1002"/>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995"/>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2E80"/>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4531"/>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2FA8"/>
    <w:rsid w:val="002D6A5C"/>
    <w:rsid w:val="002E6E5F"/>
    <w:rsid w:val="002E7865"/>
    <w:rsid w:val="002F002D"/>
    <w:rsid w:val="002F23FC"/>
    <w:rsid w:val="002F4E47"/>
    <w:rsid w:val="002F73F4"/>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37E2"/>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A5373"/>
    <w:rsid w:val="004A6E75"/>
    <w:rsid w:val="004B12B5"/>
    <w:rsid w:val="004B20DF"/>
    <w:rsid w:val="004B4E28"/>
    <w:rsid w:val="004B5707"/>
    <w:rsid w:val="004B6527"/>
    <w:rsid w:val="004C081A"/>
    <w:rsid w:val="004C1433"/>
    <w:rsid w:val="004C3A6D"/>
    <w:rsid w:val="004C42CD"/>
    <w:rsid w:val="004C43D4"/>
    <w:rsid w:val="004C4437"/>
    <w:rsid w:val="004C5563"/>
    <w:rsid w:val="004C6C0F"/>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4CD6"/>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739"/>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252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87A8C"/>
    <w:rsid w:val="0069224F"/>
    <w:rsid w:val="006933E3"/>
    <w:rsid w:val="00694AFD"/>
    <w:rsid w:val="006969C8"/>
    <w:rsid w:val="00696D60"/>
    <w:rsid w:val="006971E1"/>
    <w:rsid w:val="006A01DF"/>
    <w:rsid w:val="006A2277"/>
    <w:rsid w:val="006A4CDB"/>
    <w:rsid w:val="006A5D3A"/>
    <w:rsid w:val="006B368E"/>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38DB"/>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3977"/>
    <w:rsid w:val="00A16DC7"/>
    <w:rsid w:val="00A21A2A"/>
    <w:rsid w:val="00A21E73"/>
    <w:rsid w:val="00A265E3"/>
    <w:rsid w:val="00A30899"/>
    <w:rsid w:val="00A30F02"/>
    <w:rsid w:val="00A321F7"/>
    <w:rsid w:val="00A33604"/>
    <w:rsid w:val="00A34986"/>
    <w:rsid w:val="00A362A0"/>
    <w:rsid w:val="00A44923"/>
    <w:rsid w:val="00A505D5"/>
    <w:rsid w:val="00A522FB"/>
    <w:rsid w:val="00A5323B"/>
    <w:rsid w:val="00A5449E"/>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266C4"/>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5419"/>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66138"/>
    <w:rsid w:val="00C715A2"/>
    <w:rsid w:val="00C802AE"/>
    <w:rsid w:val="00C8153D"/>
    <w:rsid w:val="00C85727"/>
    <w:rsid w:val="00C85E7A"/>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829"/>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3903"/>
    <w:rsid w:val="00E049BD"/>
    <w:rsid w:val="00E05432"/>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E4A26"/>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info@woodmasters.eu" TargetMode="Externa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info@woodmasters.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woodmasters.eu" TargetMode="External"/><Relationship Id="rId22" Type="http://schemas.openxmlformats.org/officeDocument/2006/relationships/hyperlink" Target="http://www.rmk.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083B6F"/>
    <w:rsid w:val="000B7B54"/>
    <w:rsid w:val="00307BA3"/>
    <w:rsid w:val="00333087"/>
    <w:rsid w:val="003440FA"/>
    <w:rsid w:val="0036038D"/>
    <w:rsid w:val="00393548"/>
    <w:rsid w:val="004716D1"/>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0138E"/>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F46EF-F205-4FCF-B80C-3624AEF8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5</TotalTime>
  <Pages>6</Pages>
  <Words>2180</Words>
  <Characters>12644</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7</cp:revision>
  <cp:lastPrinted>2008-07-14T13:18:00Z</cp:lastPrinted>
  <dcterms:created xsi:type="dcterms:W3CDTF">2023-01-16T07:24:00Z</dcterms:created>
  <dcterms:modified xsi:type="dcterms:W3CDTF">2023-01-16T07:29:00Z</dcterms:modified>
  <cp:contentStatus/>
</cp:coreProperties>
</file>